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5123F" w14:textId="77777777" w:rsidR="003D7D31" w:rsidRPr="006A0ACD" w:rsidRDefault="00111ED8" w:rsidP="00111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AFD">
        <w:rPr>
          <w:rFonts w:ascii="Times New Roman" w:hAnsi="Times New Roman" w:cs="Times New Roman"/>
          <w:b/>
          <w:i/>
          <w:sz w:val="28"/>
          <w:szCs w:val="28"/>
        </w:rPr>
        <w:t>We Share Everything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  <w:r>
        <w:rPr>
          <w:rFonts w:ascii="Times New Roman" w:hAnsi="Times New Roman" w:cs="Times New Roman"/>
          <w:b/>
          <w:sz w:val="28"/>
          <w:szCs w:val="28"/>
        </w:rPr>
        <w:t>(Day 2)</w:t>
      </w:r>
    </w:p>
    <w:tbl>
      <w:tblPr>
        <w:tblStyle w:val="TableGrid"/>
        <w:tblpPr w:leftFromText="180" w:rightFromText="180" w:vertAnchor="text" w:tblpXSpec="right" w:tblpY="1"/>
        <w:tblOverlap w:val="never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14:paraId="538CF8DF" w14:textId="77777777" w:rsidTr="00E77687">
        <w:tc>
          <w:tcPr>
            <w:tcW w:w="3672" w:type="dxa"/>
            <w:gridSpan w:val="2"/>
            <w:shd w:val="clear" w:color="auto" w:fill="FFC000"/>
          </w:tcPr>
          <w:p w14:paraId="2FB9CAFD" w14:textId="531DCD98" w:rsidR="005C4CBE" w:rsidRPr="00111ED8" w:rsidRDefault="005C4CBE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Saman</w:t>
            </w:r>
            <w:r w:rsidR="000A6E4A">
              <w:rPr>
                <w:rFonts w:ascii="Times New Roman" w:hAnsi="Times New Roman" w:cs="Times New Roman"/>
                <w:b/>
                <w:sz w:val="24"/>
                <w:szCs w:val="24"/>
              </w:rPr>
              <w:t>tha Ashby, Sara</w:t>
            </w:r>
            <w:r w:rsidR="005C2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C2F39">
              <w:rPr>
                <w:rFonts w:ascii="Times New Roman" w:hAnsi="Times New Roman" w:cs="Times New Roman"/>
                <w:b/>
                <w:sz w:val="24"/>
                <w:szCs w:val="24"/>
              </w:rPr>
              <w:t>Doutt</w:t>
            </w:r>
            <w:proofErr w:type="spellEnd"/>
            <w:r w:rsidR="005C2F39">
              <w:rPr>
                <w:rFonts w:ascii="Times New Roman" w:hAnsi="Times New Roman" w:cs="Times New Roman"/>
                <w:b/>
                <w:sz w:val="24"/>
                <w:szCs w:val="24"/>
              </w:rPr>
              <w:t>, Jenny</w:t>
            </w:r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Byrd</w:t>
            </w:r>
          </w:p>
        </w:tc>
        <w:tc>
          <w:tcPr>
            <w:tcW w:w="3672" w:type="dxa"/>
            <w:gridSpan w:val="3"/>
            <w:shd w:val="clear" w:color="auto" w:fill="FFC000"/>
          </w:tcPr>
          <w:p w14:paraId="05AD060F" w14:textId="77777777" w:rsidR="005C4CBE" w:rsidRDefault="005C4CBE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FFC000"/>
          </w:tcPr>
          <w:p w14:paraId="59CE1F20" w14:textId="77777777" w:rsidR="005C4CBE" w:rsidRPr="00CD5617" w:rsidRDefault="005C4CBE" w:rsidP="00E7768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14:paraId="25DE36AA" w14:textId="77777777" w:rsidTr="00E77687">
        <w:tc>
          <w:tcPr>
            <w:tcW w:w="5508" w:type="dxa"/>
            <w:gridSpan w:val="3"/>
          </w:tcPr>
          <w:p w14:paraId="62347294" w14:textId="77777777" w:rsidR="005C4CBE" w:rsidRPr="00C92D93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Am a Storyteller</w:t>
            </w:r>
          </w:p>
          <w:p w14:paraId="111C835E" w14:textId="77777777" w:rsidR="005C4CBE" w:rsidRDefault="005C4CBE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14:paraId="62A779F7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14:paraId="4DFEF57C" w14:textId="77777777" w:rsidR="003B0240" w:rsidRPr="00B97489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B97489">
              <w:rPr>
                <w:rFonts w:ascii="Times New Roman" w:hAnsi="Times New Roman" w:cs="Times New Roman"/>
                <w:sz w:val="24"/>
                <w:szCs w:val="24"/>
              </w:rPr>
              <w:t>Time to Talk</w:t>
            </w:r>
          </w:p>
          <w:p w14:paraId="491C8072" w14:textId="77777777" w:rsidR="003B0240" w:rsidRPr="00B97489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B97489">
              <w:rPr>
                <w:rFonts w:ascii="Times New Roman" w:hAnsi="Times New Roman" w:cs="Times New Roman"/>
                <w:sz w:val="24"/>
                <w:szCs w:val="24"/>
              </w:rPr>
              <w:t>Authors Sign Their Names</w:t>
            </w:r>
          </w:p>
          <w:p w14:paraId="0DE85A55" w14:textId="65786C8E" w:rsidR="003B0240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</w:t>
            </w:r>
            <w:r w:rsidRPr="00B97489">
              <w:rPr>
                <w:rFonts w:ascii="Times New Roman" w:eastAsia="Calibri" w:hAnsi="Times New Roman" w:cs="Times New Roman"/>
                <w:sz w:val="24"/>
                <w:szCs w:val="24"/>
              </w:rPr>
              <w:t>Books Have Different Parts</w:t>
            </w:r>
          </w:p>
        </w:tc>
      </w:tr>
      <w:tr w:rsidR="008C13D7" w14:paraId="3609CDB2" w14:textId="77777777" w:rsidTr="00E77687">
        <w:trPr>
          <w:trHeight w:val="737"/>
        </w:trPr>
        <w:tc>
          <w:tcPr>
            <w:tcW w:w="11016" w:type="dxa"/>
            <w:gridSpan w:val="6"/>
          </w:tcPr>
          <w:p w14:paraId="0168F969" w14:textId="0F337970" w:rsidR="003B0240" w:rsidRPr="005F0199" w:rsidRDefault="008C13D7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3B0240" w:rsidRPr="005F0199">
              <w:rPr>
                <w:rFonts w:ascii="Times New Roman" w:hAnsi="Times New Roman" w:cs="Times New Roman"/>
                <w:sz w:val="24"/>
                <w:szCs w:val="24"/>
              </w:rPr>
              <w:t xml:space="preserve"> How do good readers retell a story? </w:t>
            </w:r>
          </w:p>
          <w:p w14:paraId="58E3CBAF" w14:textId="3334E49F" w:rsidR="008C13D7" w:rsidRPr="008C13D7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199">
              <w:rPr>
                <w:rFonts w:ascii="Times New Roman" w:hAnsi="Times New Roman" w:cs="Times New Roman"/>
                <w:sz w:val="24"/>
                <w:szCs w:val="24"/>
              </w:rPr>
              <w:t>What are the different parts of a book? What rules do I follow when sharing ideas?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Why is it important for good writers to form their letters neatly?</w:t>
            </w:r>
          </w:p>
        </w:tc>
      </w:tr>
      <w:tr w:rsidR="00B775E5" w14:paraId="0D755400" w14:textId="77777777" w:rsidTr="00E77687">
        <w:trPr>
          <w:trHeight w:val="431"/>
        </w:trPr>
        <w:tc>
          <w:tcPr>
            <w:tcW w:w="11016" w:type="dxa"/>
            <w:gridSpan w:val="6"/>
          </w:tcPr>
          <w:p w14:paraId="450C8C76" w14:textId="69244243" w:rsidR="00B775E5" w:rsidRPr="008C13D7" w:rsidRDefault="00B775E5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6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Teacher Notes: Point out positive active student involvement throughout lesson.</w:t>
            </w:r>
          </w:p>
        </w:tc>
      </w:tr>
      <w:tr w:rsidR="005C4CBE" w14:paraId="26576AE6" w14:textId="77777777" w:rsidTr="00E77687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14:paraId="3124E654" w14:textId="77777777" w:rsidR="005C4CBE" w:rsidRPr="008C13D7" w:rsidRDefault="005C4CBE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14:paraId="6FA4F4FC" w14:textId="77777777" w:rsidR="005C4CBE" w:rsidRPr="008C13D7" w:rsidRDefault="005C4CBE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14:paraId="1EB4AB78" w14:textId="77777777" w:rsidTr="00E77687">
        <w:trPr>
          <w:trHeight w:val="737"/>
        </w:trPr>
        <w:tc>
          <w:tcPr>
            <w:tcW w:w="5520" w:type="dxa"/>
            <w:gridSpan w:val="4"/>
          </w:tcPr>
          <w:p w14:paraId="02ACBD12" w14:textId="4BBDDB1D" w:rsidR="005C4CBE" w:rsidRPr="008C13D7" w:rsidRDefault="005C4CBE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14:paraId="2D2B8BBC" w14:textId="77777777" w:rsidR="003B0240" w:rsidRDefault="003B0240" w:rsidP="003B024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9E3">
              <w:rPr>
                <w:rFonts w:ascii="Times New Roman" w:hAnsi="Times New Roman" w:cs="Times New Roman"/>
                <w:i/>
                <w:sz w:val="24"/>
                <w:szCs w:val="24"/>
              </w:rPr>
              <w:t>We Share Everything</w:t>
            </w:r>
            <w:r w:rsidRPr="000449E3">
              <w:rPr>
                <w:rFonts w:ascii="Times New Roman" w:hAnsi="Times New Roman" w:cs="Times New Roman"/>
                <w:sz w:val="24"/>
                <w:szCs w:val="24"/>
              </w:rPr>
              <w:t xml:space="preserve"> by: Robert </w:t>
            </w:r>
            <w:proofErr w:type="spellStart"/>
            <w:r w:rsidRPr="000449E3">
              <w:rPr>
                <w:rFonts w:ascii="Times New Roman" w:hAnsi="Times New Roman" w:cs="Times New Roman"/>
                <w:sz w:val="24"/>
                <w:szCs w:val="24"/>
              </w:rPr>
              <w:t>Munsch</w:t>
            </w:r>
            <w:proofErr w:type="spellEnd"/>
          </w:p>
          <w:p w14:paraId="4D8BCFC3" w14:textId="41C2AC42" w:rsidR="003B0240" w:rsidRDefault="003B0240" w:rsidP="003B024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Computer to play recording of book</w:t>
            </w:r>
          </w:p>
          <w:p w14:paraId="7A9C69EF" w14:textId="77777777" w:rsidR="003B0240" w:rsidRDefault="003B0240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Bags with letters in students’ names</w:t>
            </w:r>
          </w:p>
          <w:p w14:paraId="5D98F055" w14:textId="77777777" w:rsidR="003B0240" w:rsidRDefault="003B0240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Partner assignments</w:t>
            </w:r>
          </w:p>
          <w:p w14:paraId="4F48C61E" w14:textId="77777777" w:rsidR="003B0240" w:rsidRDefault="003B0240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Anchor chart</w:t>
            </w:r>
          </w:p>
          <w:p w14:paraId="35E5538D" w14:textId="1AB18EC4" w:rsidR="003B0240" w:rsidRDefault="003B0240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Sentence strips with student’s names</w:t>
            </w:r>
          </w:p>
          <w:p w14:paraId="39C31C38" w14:textId="0D1E5B93" w:rsidR="003B0240" w:rsidRDefault="003B0240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Bean bags</w:t>
            </w:r>
          </w:p>
          <w:p w14:paraId="60ABD7F7" w14:textId="77777777" w:rsidR="003B0240" w:rsidRDefault="003B0240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 xml:space="preserve">Picture cards with labels </w:t>
            </w:r>
          </w:p>
          <w:p w14:paraId="1055EEFB" w14:textId="64572968" w:rsidR="003B0240" w:rsidRDefault="003B0240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Handwriting paper</w:t>
            </w:r>
          </w:p>
          <w:p w14:paraId="453FFB11" w14:textId="44AC3C88" w:rsidR="00491E6B" w:rsidRPr="00B97489" w:rsidRDefault="00491E6B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Popsicle sticks with students’ names</w:t>
            </w:r>
          </w:p>
          <w:p w14:paraId="5AFBD4C2" w14:textId="77777777" w:rsidR="005C4CBE" w:rsidRPr="003B0240" w:rsidRDefault="005C4CBE" w:rsidP="003B0240">
            <w:pPr>
              <w:autoSpaceDE w:val="0"/>
              <w:autoSpaceDN w:val="0"/>
              <w:adjustRightInd w:val="0"/>
              <w:ind w:left="4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1DFF28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14:paraId="3BD24B7E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6EFD4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0CC98D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Front of the book (cover)</w:t>
            </w:r>
          </w:p>
          <w:p w14:paraId="439D029C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Back of the book</w:t>
            </w:r>
          </w:p>
          <w:p w14:paraId="7979F316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Title, Author, Illustrator</w:t>
            </w:r>
          </w:p>
          <w:p w14:paraId="566F79B8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 page</w:t>
            </w:r>
          </w:p>
          <w:p w14:paraId="0D9D62E3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Sharing</w:t>
            </w:r>
          </w:p>
          <w:p w14:paraId="69E7462D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Everything</w:t>
            </w:r>
          </w:p>
          <w:p w14:paraId="584B3D54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7CAAE3" w14:textId="77777777" w:rsidR="005C4CBE" w:rsidRPr="008C13D7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14:paraId="1B2DA1D4" w14:textId="77777777" w:rsidTr="00E77687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14:paraId="1422EEBE" w14:textId="77777777" w:rsidR="008C13D7" w:rsidRPr="003D7D31" w:rsidRDefault="003D7D31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14:paraId="3C78E93D" w14:textId="77777777" w:rsidTr="00E77687">
        <w:trPr>
          <w:trHeight w:val="688"/>
        </w:trPr>
        <w:tc>
          <w:tcPr>
            <w:tcW w:w="2538" w:type="dxa"/>
          </w:tcPr>
          <w:p w14:paraId="40A5FB56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3AA7EA5C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56D69646" w14:textId="52720B81" w:rsidR="003F39B8" w:rsidRPr="00D801CF" w:rsidRDefault="00491E6B" w:rsidP="00491E6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014FE6E2" w14:textId="4F031B6D" w:rsidR="003F39B8" w:rsidRPr="00D801CF" w:rsidRDefault="00491E6B" w:rsidP="00491E6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71590B58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0015255C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14:paraId="4646F923" w14:textId="77777777" w:rsidR="00B832CC" w:rsidRDefault="00B832CC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14:paraId="2BD08ED5" w14:textId="77777777" w:rsidR="00B832CC" w:rsidRPr="00F341E9" w:rsidRDefault="003F39B8" w:rsidP="00E7768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B83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32CC" w:rsidRPr="00F341E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SL.K.1 - Participate in collaborative conversations with diverse partners about kindergarten topics and texts with peers and adults in small and larger groups.</w:t>
            </w:r>
          </w:p>
          <w:p w14:paraId="7B043DB1" w14:textId="77777777" w:rsidR="00B832CC" w:rsidRPr="00510085" w:rsidRDefault="00B832CC" w:rsidP="00E7768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00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Follow agreed upon rules for discussion (e.g., listening to others and taking turns speaking about the topics and texts under discussion).</w:t>
            </w:r>
          </w:p>
          <w:p w14:paraId="6CBFB7F8" w14:textId="77777777" w:rsidR="003F39B8" w:rsidRDefault="003F39B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018AED" w14:textId="77777777" w:rsidR="003F39B8" w:rsidRDefault="00DD6FE2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3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32CC" w:rsidRPr="00F341E9">
              <w:rPr>
                <w:rFonts w:ascii="Times New Roman" w:hAnsi="Times New Roman" w:cs="Times New Roman"/>
                <w:sz w:val="24"/>
                <w:szCs w:val="24"/>
              </w:rPr>
              <w:t>I can listen to others. I can share ideas.</w:t>
            </w:r>
          </w:p>
          <w:p w14:paraId="603B53E1" w14:textId="77777777" w:rsidR="00B832CC" w:rsidRPr="00B832CC" w:rsidRDefault="003F39B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5F0DB7E7" w14:textId="77777777" w:rsidR="00B832CC" w:rsidRPr="00B832CC" w:rsidRDefault="00B832CC" w:rsidP="00E776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come to the carpet and pick something out of the share basket.</w:t>
            </w:r>
          </w:p>
          <w:p w14:paraId="164E9300" w14:textId="71AFF31E" w:rsidR="004F0693" w:rsidRPr="004F0693" w:rsidRDefault="00B832CC" w:rsidP="00E776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the conversation between partners with beanbags</w:t>
            </w:r>
            <w:r w:rsidR="004F069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2C54F89A" w14:textId="054CE313" w:rsidR="003F39B8" w:rsidRPr="00B832CC" w:rsidRDefault="004F0693" w:rsidP="00E776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832CC">
              <w:rPr>
                <w:rFonts w:ascii="Times New Roman" w:hAnsi="Times New Roman" w:cs="Times New Roman"/>
                <w:sz w:val="24"/>
                <w:szCs w:val="24"/>
              </w:rPr>
              <w:t>artners take turns telling the other partner what they can share.  When both partners are done talking about what they can share, they return the item to the share basket.</w:t>
            </w:r>
          </w:p>
          <w:p w14:paraId="52D2040F" w14:textId="74580A86" w:rsidR="00B832CC" w:rsidRPr="00B775E5" w:rsidRDefault="00B775E5" w:rsidP="00E7768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students have returned item and sat back down, pull </w:t>
            </w:r>
            <w:r w:rsidR="00C937C1">
              <w:rPr>
                <w:rFonts w:ascii="Times New Roman" w:hAnsi="Times New Roman" w:cs="Times New Roman"/>
                <w:sz w:val="24"/>
                <w:szCs w:val="24"/>
              </w:rPr>
              <w:t>Popsicle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sticks and have those students tell the class what their partner said they could share.</w:t>
            </w:r>
          </w:p>
          <w:p w14:paraId="6D9C2BDC" w14:textId="77777777" w:rsidR="0007242D" w:rsidRPr="00B35FF0" w:rsidRDefault="0007242D" w:rsidP="00E7768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4B8D50" w14:textId="77777777" w:rsidR="00FE7398" w:rsidRPr="008C13D7" w:rsidRDefault="00FE739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3853D10E" w14:textId="77777777" w:rsidTr="00076B93">
        <w:trPr>
          <w:trHeight w:val="1610"/>
        </w:trPr>
        <w:tc>
          <w:tcPr>
            <w:tcW w:w="2538" w:type="dxa"/>
          </w:tcPr>
          <w:p w14:paraId="0598A553" w14:textId="5F6A1FA5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14:paraId="4C0B24AA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628A5A7C" w14:textId="3DF3370E" w:rsidR="003F39B8" w:rsidRPr="00D801CF" w:rsidRDefault="00491E6B" w:rsidP="00491E6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70BE20E2" w14:textId="40E0517F" w:rsidR="003F39B8" w:rsidRPr="00D801CF" w:rsidRDefault="00491E6B" w:rsidP="00491E6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49007623" w14:textId="4DFE8302" w:rsidR="003F39B8" w:rsidRDefault="00491E6B" w:rsidP="00491E6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441E841C" w14:textId="77777777" w:rsidR="003F39B8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  <w:p w14:paraId="61BEFFEF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776D64E3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3AC45C57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1A174375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0983AEC8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1BD4E8E1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51F6B862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010C6DBC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54DA6883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59E851AA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4091D786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31C0F641" w14:textId="77777777" w:rsidR="00E77687" w:rsidRPr="00D801CF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8478" w:type="dxa"/>
            <w:gridSpan w:val="5"/>
          </w:tcPr>
          <w:p w14:paraId="52B3F7C6" w14:textId="4E0256B0" w:rsidR="003F39B8" w:rsidRDefault="004F0693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14:paraId="7F6A5EE6" w14:textId="01EF3251" w:rsidR="004F0693" w:rsidRPr="004F0693" w:rsidRDefault="003F39B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F0693" w:rsidRPr="00A607AC">
              <w:rPr>
                <w:rFonts w:ascii="Times New Roman" w:hAnsi="Times New Roman" w:cs="Times New Roman"/>
                <w:sz w:val="24"/>
                <w:szCs w:val="24"/>
              </w:rPr>
              <w:t>RL.K.10</w:t>
            </w:r>
            <w:proofErr w:type="gramEnd"/>
            <w:r w:rsidR="004F0693" w:rsidRPr="00A607AC">
              <w:rPr>
                <w:rFonts w:ascii="Times New Roman" w:hAnsi="Times New Roman" w:cs="Times New Roman"/>
                <w:sz w:val="24"/>
                <w:szCs w:val="24"/>
              </w:rPr>
              <w:t xml:space="preserve"> - Actively engage in reading activities with purpose and understanding.</w:t>
            </w:r>
          </w:p>
          <w:p w14:paraId="2EC79EF5" w14:textId="77777777" w:rsidR="004F0693" w:rsidRPr="00510085" w:rsidRDefault="004F0693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85">
              <w:rPr>
                <w:rFonts w:ascii="Times New Roman" w:hAnsi="Times New Roman" w:cs="Times New Roman"/>
                <w:sz w:val="24"/>
                <w:szCs w:val="24"/>
              </w:rPr>
              <w:t>RL.K.2 - With prompting and support, retell familiar stories including key details.</w:t>
            </w:r>
          </w:p>
          <w:p w14:paraId="3B29EB28" w14:textId="77777777" w:rsidR="004F0693" w:rsidRPr="00510085" w:rsidRDefault="004F0693" w:rsidP="00E7768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00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RL.K.1 - With prompting and support ask and answer questions about key details in a text.</w:t>
            </w:r>
          </w:p>
          <w:p w14:paraId="522F2251" w14:textId="77777777" w:rsidR="004F0693" w:rsidRDefault="004F0693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444D85" w14:textId="77777777" w:rsidR="004F0693" w:rsidRPr="00510085" w:rsidRDefault="004F0693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can answer questions about a story.  I can retell a story.  I can listen to a story.</w:t>
            </w:r>
          </w:p>
          <w:p w14:paraId="585EEE30" w14:textId="77777777" w:rsidR="004F0693" w:rsidRDefault="004F0693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19F54A7B" w14:textId="4C4DA79E" w:rsidR="00690F15" w:rsidRPr="00690F15" w:rsidRDefault="00690F15" w:rsidP="00E776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Reread We Share Everything (audio: </w:t>
            </w:r>
            <w:hyperlink r:id="rId11" w:history="1">
              <w:r w:rsidRPr="003E5B7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www.robertmunsch.com/book/we-share-everything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2370581" w14:textId="40943C7D" w:rsidR="00690F15" w:rsidRPr="00690F15" w:rsidRDefault="00690F15" w:rsidP="00E776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stand in a circle and toss a bean bag </w:t>
            </w:r>
            <w:r w:rsidR="00614CE9">
              <w:rPr>
                <w:rFonts w:ascii="Times New Roman" w:hAnsi="Times New Roman" w:cs="Times New Roman"/>
                <w:sz w:val="24"/>
                <w:szCs w:val="24"/>
              </w:rPr>
              <w:t>&amp; retell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story in sequence</w:t>
            </w:r>
            <w:r w:rsidR="00614CE9">
              <w:rPr>
                <w:rFonts w:ascii="Times New Roman" w:hAnsi="Times New Roman" w:cs="Times New Roman"/>
                <w:sz w:val="24"/>
                <w:szCs w:val="24"/>
              </w:rPr>
              <w:t xml:space="preserve"> (Each student tells a part and throws it to the next student.)</w:t>
            </w:r>
          </w:p>
          <w:p w14:paraId="5A244365" w14:textId="444DD557" w:rsidR="00690F15" w:rsidRPr="00665282" w:rsidRDefault="00690F15" w:rsidP="00E776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rules for tossing a bean bag being an active </w:t>
            </w:r>
            <w:r w:rsidR="00614CE9">
              <w:rPr>
                <w:rFonts w:ascii="Times New Roman" w:hAnsi="Times New Roman" w:cs="Times New Roman"/>
                <w:sz w:val="24"/>
                <w:szCs w:val="24"/>
              </w:rPr>
              <w:t>participant.</w:t>
            </w:r>
          </w:p>
          <w:p w14:paraId="34BA2EF3" w14:textId="7098A832" w:rsidR="00665282" w:rsidRPr="00665282" w:rsidRDefault="00665282" w:rsidP="00E776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that students will work </w:t>
            </w:r>
            <w:r w:rsidR="00C937C1"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their table groups, retelling the story in order</w:t>
            </w:r>
            <w:r w:rsidR="0073721C">
              <w:rPr>
                <w:rFonts w:ascii="Times New Roman" w:hAnsi="Times New Roman" w:cs="Times New Roman"/>
                <w:sz w:val="24"/>
                <w:szCs w:val="24"/>
              </w:rPr>
              <w:t xml:space="preserve"> with bean bag toss</w:t>
            </w:r>
          </w:p>
          <w:p w14:paraId="61A8A03E" w14:textId="1D184557" w:rsidR="00E77687" w:rsidRPr="00E77687" w:rsidRDefault="00E77687" w:rsidP="00E776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retell story in sequence</w:t>
            </w:r>
          </w:p>
          <w:p w14:paraId="5B846A4F" w14:textId="21E1480B" w:rsidR="004F0693" w:rsidRPr="00665282" w:rsidRDefault="00665282" w:rsidP="00E776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Chant,</w:t>
            </w:r>
            <w:r w:rsidR="004F0693">
              <w:rPr>
                <w:rFonts w:ascii="Times New Roman" w:hAnsi="Times New Roman" w:cs="Times New Roman"/>
                <w:sz w:val="24"/>
                <w:szCs w:val="24"/>
              </w:rPr>
              <w:t xml:space="preserve"> “I share, you share, we share, everything!” –have this written on the board to practice one-to-one correspondence. </w:t>
            </w:r>
          </w:p>
          <w:p w14:paraId="5A958272" w14:textId="77777777" w:rsidR="00665282" w:rsidRPr="00971AD2" w:rsidRDefault="00665282" w:rsidP="00E7768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FB72D8" w14:textId="77777777" w:rsidR="003F39B8" w:rsidRDefault="003F39B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717B7F" w14:textId="77777777" w:rsidR="003F39B8" w:rsidRDefault="003F39B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9B855C" w14:textId="77777777" w:rsidR="00FE7398" w:rsidRDefault="00FE739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580C8A" w14:textId="77777777" w:rsidR="00FE7398" w:rsidRDefault="00FE739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E5D61D" w14:textId="77777777" w:rsidR="0007242D" w:rsidRDefault="0007242D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4B6D0FED" w14:textId="77777777" w:rsidTr="00E77687">
        <w:trPr>
          <w:trHeight w:val="688"/>
        </w:trPr>
        <w:tc>
          <w:tcPr>
            <w:tcW w:w="2538" w:type="dxa"/>
          </w:tcPr>
          <w:p w14:paraId="30DA41F4" w14:textId="0B4ABB10" w:rsidR="003F39B8" w:rsidRPr="00D801CF" w:rsidRDefault="003F39B8" w:rsidP="009A4D5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46DCF040" w14:textId="77777777" w:rsidR="009A4D54" w:rsidRPr="00D801CF" w:rsidRDefault="009A4D54" w:rsidP="009A4D5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24F99BEC" w14:textId="77777777" w:rsidR="009A4D54" w:rsidRPr="00D801CF" w:rsidRDefault="009A4D54" w:rsidP="009A4D5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Pr="00D801CF">
              <w:rPr>
                <w:rFonts w:ascii="Times New Roman" w:hAnsi="Times New Roman" w:cs="Times New Roman"/>
              </w:rPr>
              <w:t>Modeled</w:t>
            </w:r>
          </w:p>
          <w:p w14:paraId="16DF69F4" w14:textId="77777777" w:rsidR="009A4D54" w:rsidRPr="00D801CF" w:rsidRDefault="009A4D54" w:rsidP="009A4D5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Pr="00D801CF">
              <w:rPr>
                <w:rFonts w:ascii="Times New Roman" w:hAnsi="Times New Roman" w:cs="Times New Roman"/>
              </w:rPr>
              <w:t>Shared</w:t>
            </w:r>
          </w:p>
          <w:p w14:paraId="13F0787B" w14:textId="77777777" w:rsidR="009A4D54" w:rsidRDefault="009A4D54" w:rsidP="009A4D5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07C2BD7F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14:paraId="54EC59AC" w14:textId="77777777" w:rsidR="003F39B8" w:rsidRDefault="003F39B8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14:paraId="5AEB627A" w14:textId="0BEF540C" w:rsidR="00076B93" w:rsidRDefault="00076B93" w:rsidP="0007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 w:rsidRPr="00D73740">
              <w:rPr>
                <w:rFonts w:ascii="Times New Roman" w:hAnsi="Times New Roman" w:cs="Times New Roman"/>
                <w:sz w:val="24"/>
                <w:szCs w:val="24"/>
              </w:rPr>
              <w:t>RF.K.1 - Demonstrate understanding of the organization and basic features of print.</w:t>
            </w:r>
          </w:p>
          <w:p w14:paraId="132DC946" w14:textId="77777777" w:rsidR="00076B93" w:rsidRPr="00D73740" w:rsidRDefault="00076B93" w:rsidP="00076B93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D73740"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Recognize and name all upper- and lowercase letters of the alphabet.</w:t>
            </w:r>
          </w:p>
          <w:p w14:paraId="5E8F4BEF" w14:textId="77777777" w:rsidR="00076B93" w:rsidRDefault="00076B93" w:rsidP="0007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60F0EF" w14:textId="0F149DA6" w:rsidR="00076B93" w:rsidRPr="004F10DA" w:rsidRDefault="00076B93" w:rsidP="0007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use letters to spell my name.  I can match </w:t>
            </w:r>
            <w:r w:rsidR="00614CE9">
              <w:rPr>
                <w:rFonts w:ascii="Times New Roman" w:hAnsi="Times New Roman" w:cs="Times New Roman"/>
                <w:sz w:val="24"/>
                <w:szCs w:val="24"/>
              </w:rPr>
              <w:t>same &amp; different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letters with other names.</w:t>
            </w:r>
          </w:p>
          <w:p w14:paraId="3407C3E3" w14:textId="77777777" w:rsidR="00076B93" w:rsidRDefault="00076B93" w:rsidP="0007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28F2A4BF" w14:textId="77777777" w:rsidR="00076B93" w:rsidRPr="001D0AF6" w:rsidRDefault="00076B93" w:rsidP="00076B9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out a bag of letters to spell each student’s name</w:t>
            </w:r>
          </w:p>
          <w:p w14:paraId="7FA6FF96" w14:textId="77777777" w:rsidR="00076B93" w:rsidRPr="001D0AF6" w:rsidRDefault="00076B93" w:rsidP="00076B9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first match letters with their name tag</w:t>
            </w:r>
          </w:p>
          <w:p w14:paraId="44A81348" w14:textId="77777777" w:rsidR="00076B93" w:rsidRPr="001D0AF6" w:rsidRDefault="00076B93" w:rsidP="00076B9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with assistant to sort letters that match and don’t match</w:t>
            </w:r>
          </w:p>
          <w:p w14:paraId="7EF8794F" w14:textId="7777FA77" w:rsidR="00076B93" w:rsidRPr="00781264" w:rsidRDefault="00076B93" w:rsidP="00076B9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Partner students with a different partner than the day before and have students sort the letters of their name that they share and don’t share.</w:t>
            </w:r>
          </w:p>
          <w:p w14:paraId="0B7C3E04" w14:textId="2EB7C41D" w:rsidR="003F39B8" w:rsidRDefault="003F39B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63D507" w14:textId="77777777" w:rsidR="003F39B8" w:rsidRDefault="003F39B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F04282" w14:textId="77777777" w:rsidR="00FE7398" w:rsidRDefault="00FE739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3474AD" w14:textId="77777777" w:rsidR="0007242D" w:rsidRDefault="0007242D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798211E5" w14:textId="77777777" w:rsidTr="00E77687">
        <w:trPr>
          <w:trHeight w:val="1448"/>
        </w:trPr>
        <w:tc>
          <w:tcPr>
            <w:tcW w:w="2538" w:type="dxa"/>
          </w:tcPr>
          <w:p w14:paraId="3208D356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17A054B9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7CDF05CF" w14:textId="6F069EBC" w:rsidR="003F39B8" w:rsidRPr="00D801CF" w:rsidRDefault="00706A66" w:rsidP="00706A6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12EED6C7" w14:textId="5002F4F6" w:rsidR="003F39B8" w:rsidRPr="00D801CF" w:rsidRDefault="00820370" w:rsidP="0082037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6FB25E71" w14:textId="47E4D452" w:rsidR="003F39B8" w:rsidRDefault="00241D72" w:rsidP="00241D7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28DE0033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14:paraId="46F2F2B5" w14:textId="7155EB4F" w:rsidR="004F0693" w:rsidRDefault="004F0693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14:paraId="2912F1FD" w14:textId="77777777" w:rsidR="00F22376" w:rsidRPr="00B5277B" w:rsidRDefault="00F22376" w:rsidP="00F22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 w:rsidRPr="00B5277B">
              <w:rPr>
                <w:rFonts w:ascii="Times New Roman" w:hAnsi="Times New Roman" w:cs="Times New Roman"/>
                <w:sz w:val="24"/>
                <w:szCs w:val="24"/>
              </w:rPr>
              <w:t>W.K.2 - Use a combination of drawing, dictating, and writing to compose informative/explanatory texts in which they name what they are writing about and supply some information about the topic.</w:t>
            </w:r>
          </w:p>
          <w:p w14:paraId="3EDC4BC1" w14:textId="77777777" w:rsidR="00996A50" w:rsidRPr="00996A50" w:rsidRDefault="00996A50" w:rsidP="00996A5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96A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W.K.8 - With guidance and support from adults, recall information from experiences or gather information from provided sources to answer a question.</w:t>
            </w:r>
          </w:p>
          <w:p w14:paraId="3F9743DB" w14:textId="77777777" w:rsidR="00F22376" w:rsidRDefault="00F22376" w:rsidP="00F223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A3476E" w14:textId="77777777" w:rsidR="00F22376" w:rsidRPr="0017357E" w:rsidRDefault="00F22376" w:rsidP="00F22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can write a sentence.  I can write my name.</w:t>
            </w:r>
          </w:p>
          <w:p w14:paraId="28F80F91" w14:textId="77777777" w:rsidR="00F22376" w:rsidRDefault="00F22376" w:rsidP="00F223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</w:p>
          <w:p w14:paraId="4F7A07E4" w14:textId="77777777" w:rsidR="00F22376" w:rsidRPr="002E3524" w:rsidRDefault="00F22376" w:rsidP="00F223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and track print from anchor chart  “________ can share.” sentence.</w:t>
            </w:r>
          </w:p>
          <w:p w14:paraId="178D83FB" w14:textId="77777777" w:rsidR="00F22376" w:rsidRPr="002E3524" w:rsidRDefault="00F22376" w:rsidP="00F223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few students select their name and read aloud.</w:t>
            </w:r>
          </w:p>
          <w:p w14:paraId="2B0CF8F8" w14:textId="77777777" w:rsidR="00F22376" w:rsidRPr="002E3524" w:rsidRDefault="00F22376" w:rsidP="00F223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Introduce picture cards with the object you can share underneath to use to build on the sentence.</w:t>
            </w:r>
          </w:p>
          <w:p w14:paraId="2BB81232" w14:textId="77777777" w:rsidR="00F22376" w:rsidRDefault="00F22376" w:rsidP="00F2237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reading the sentence “ </w:t>
            </w:r>
            <w:r w:rsidRPr="002E35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Mrs. Ashby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can share </w:t>
            </w:r>
            <w:r w:rsidRPr="002E35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pencils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.”</w:t>
            </w:r>
          </w:p>
          <w:p w14:paraId="4F9EC24F" w14:textId="77777777" w:rsidR="00F22376" w:rsidRPr="005E32D2" w:rsidRDefault="00F22376" w:rsidP="00F2237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Point out capital letter, punctuation, etc.</w:t>
            </w:r>
          </w:p>
          <w:p w14:paraId="189128BE" w14:textId="77777777" w:rsidR="00F22376" w:rsidRDefault="00F22376" w:rsidP="00F2237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few students come up and create sentences.</w:t>
            </w:r>
          </w:p>
          <w:p w14:paraId="13D4C4E9" w14:textId="77777777" w:rsidR="00F22376" w:rsidRDefault="00F22376" w:rsidP="00F2237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writing own sentence on writing paper.</w:t>
            </w:r>
          </w:p>
          <w:p w14:paraId="6492E7D9" w14:textId="56DA510C" w:rsidR="00F22376" w:rsidRDefault="00F22376" w:rsidP="00F2237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students writing paper and have them copy/write their own sentence and illustrate.</w:t>
            </w:r>
          </w:p>
          <w:p w14:paraId="5239F825" w14:textId="14F194BC" w:rsidR="00F22376" w:rsidRDefault="00F22376" w:rsidP="00F2237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Pick a few to share with the class.</w:t>
            </w:r>
          </w:p>
          <w:p w14:paraId="106426E8" w14:textId="77777777" w:rsidR="00F22376" w:rsidRPr="00F22376" w:rsidRDefault="00F22376" w:rsidP="00F2237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1459E" w14:textId="77777777" w:rsidR="00FE7398" w:rsidRDefault="00FE739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98A86D" w14:textId="77777777" w:rsidR="00FE7398" w:rsidRDefault="00FE739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14:paraId="53728F29" w14:textId="77777777" w:rsidTr="00E77687">
        <w:trPr>
          <w:trHeight w:val="1448"/>
        </w:trPr>
        <w:tc>
          <w:tcPr>
            <w:tcW w:w="2538" w:type="dxa"/>
          </w:tcPr>
          <w:p w14:paraId="0DF57628" w14:textId="6D355B2F" w:rsidR="006F794C" w:rsidRDefault="006F794C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14:paraId="1CC288AB" w14:textId="77777777" w:rsidR="006F794C" w:rsidRPr="006F794C" w:rsidRDefault="006F794C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14:paraId="7622D85D" w14:textId="77777777" w:rsidR="003B0240" w:rsidRPr="009C6E46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E46">
              <w:rPr>
                <w:rFonts w:ascii="Times New Roman" w:hAnsi="Times New Roman" w:cs="Times New Roman"/>
                <w:b/>
                <w:sz w:val="24"/>
                <w:szCs w:val="24"/>
              </w:rPr>
              <w:t>Summarizing Strategy—Questioning</w:t>
            </w:r>
          </w:p>
          <w:p w14:paraId="6E01BB12" w14:textId="71A853BB" w:rsidR="006F794C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essential questions</w:t>
            </w:r>
          </w:p>
        </w:tc>
      </w:tr>
      <w:tr w:rsidR="0007242D" w14:paraId="0ACD1C0B" w14:textId="77777777" w:rsidTr="00E77687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14:paraId="6CEAE7D7" w14:textId="77777777" w:rsidR="0007242D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14:paraId="780FB08C" w14:textId="77777777" w:rsidTr="00E77687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14:paraId="79B98C10" w14:textId="77777777" w:rsidR="0007242D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14:paraId="5E3F393F" w14:textId="77777777" w:rsidR="0007242D" w:rsidRPr="00D7779B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14:paraId="3A841468" w14:textId="77777777" w:rsidR="0007242D" w:rsidRPr="00D7779B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14:paraId="7D38B3AE" w14:textId="77777777" w:rsidTr="00E77687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14:paraId="0CFF200B" w14:textId="77777777" w:rsidR="00491E6B" w:rsidRDefault="00491E6B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Word Study</w:t>
            </w:r>
            <w:r w:rsidRPr="0039258E">
              <w:rPr>
                <w:rFonts w:ascii="Times New Roman" w:hAnsi="Times New Roman" w:cs="Times New Roman"/>
                <w:sz w:val="24"/>
                <w:szCs w:val="24"/>
              </w:rPr>
              <w:t>—students compare 3 names (teacher and 2 students)</w:t>
            </w:r>
          </w:p>
          <w:p w14:paraId="327CFEB8" w14:textId="77777777" w:rsidR="00491E6B" w:rsidRDefault="00491E6B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Word Study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—student compares their own name with another student off the word wall </w:t>
            </w:r>
          </w:p>
          <w:p w14:paraId="271F0246" w14:textId="56497DF6" w:rsidR="0007242D" w:rsidRPr="00491E6B" w:rsidRDefault="00491E6B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—create own sentence</w:t>
            </w:r>
          </w:p>
          <w:p w14:paraId="6BA6FD43" w14:textId="77777777" w:rsidR="0007242D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14:paraId="7AF6748D" w14:textId="77777777" w:rsidR="00491E6B" w:rsidRDefault="00491E6B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Listening/Speaking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and Reading</w:t>
            </w:r>
            <w:r w:rsidRPr="0039258E">
              <w:rPr>
                <w:rFonts w:ascii="Times New Roman" w:hAnsi="Times New Roman" w:cs="Times New Roman"/>
                <w:sz w:val="24"/>
                <w:szCs w:val="24"/>
              </w:rPr>
              <w:t>—student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sits near teacher</w:t>
            </w:r>
          </w:p>
          <w:p w14:paraId="128E3859" w14:textId="77777777" w:rsidR="00491E6B" w:rsidRDefault="00491E6B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Word Study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—match letters with teacher/assistant assistance </w:t>
            </w:r>
          </w:p>
          <w:p w14:paraId="004ED846" w14:textId="1A4D1861" w:rsidR="0007242D" w:rsidRPr="00491E6B" w:rsidRDefault="00491E6B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 w:rsidRPr="00491E6B">
              <w:rPr>
                <w:rFonts w:ascii="Times New Roman" w:hAnsi="Times New Roman" w:cs="Times New Roman"/>
                <w:sz w:val="24"/>
                <w:szCs w:val="24"/>
              </w:rPr>
              <w:t>—give students a dotted sentence to highlight over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 small group setting</w:t>
            </w:r>
          </w:p>
        </w:tc>
        <w:tc>
          <w:tcPr>
            <w:tcW w:w="3672" w:type="dxa"/>
            <w:shd w:val="clear" w:color="auto" w:fill="FFFFFF" w:themeFill="background1"/>
          </w:tcPr>
          <w:p w14:paraId="6BCB9C51" w14:textId="4412DAE2" w:rsidR="0007242D" w:rsidRPr="00491E6B" w:rsidRDefault="00491E6B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 w:rsidRPr="00491E6B">
              <w:rPr>
                <w:rFonts w:ascii="Times New Roman" w:hAnsi="Times New Roman" w:cs="Times New Roman"/>
                <w:sz w:val="24"/>
                <w:szCs w:val="24"/>
              </w:rPr>
              <w:t>—give students a dotted sentence to highlight over in a small group setting</w:t>
            </w:r>
          </w:p>
        </w:tc>
      </w:tr>
      <w:tr w:rsidR="008C13D7" w14:paraId="7C680D4F" w14:textId="77777777" w:rsidTr="00E77687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14:paraId="035203CA" w14:textId="77777777" w:rsidR="008C13D7" w:rsidRPr="008C13D7" w:rsidRDefault="003F39B8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14:paraId="64859115" w14:textId="77777777" w:rsidTr="00E77687">
        <w:trPr>
          <w:trHeight w:val="296"/>
        </w:trPr>
        <w:tc>
          <w:tcPr>
            <w:tcW w:w="11016" w:type="dxa"/>
            <w:gridSpan w:val="6"/>
          </w:tcPr>
          <w:p w14:paraId="3ED380FE" w14:textId="77777777" w:rsidR="008C13D7" w:rsidRPr="00D7779B" w:rsidRDefault="008C13D7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70F759B" w14:textId="77777777" w:rsidR="003B0240" w:rsidRPr="00B97489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Speaking/Listening— teacher observation</w:t>
            </w:r>
          </w:p>
          <w:p w14:paraId="771F638B" w14:textId="39F26E72" w:rsidR="003B0240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Reading— observation of bean bag retell</w:t>
            </w:r>
          </w:p>
          <w:p w14:paraId="0A3ABA18" w14:textId="77777777" w:rsidR="003B0240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 Study— teacher observation and student sharing</w:t>
            </w:r>
          </w:p>
          <w:p w14:paraId="53087367" w14:textId="72BB634F" w:rsidR="008C13D7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Writing— the paper they copied/extended </w:t>
            </w:r>
          </w:p>
          <w:p w14:paraId="06401C2D" w14:textId="77777777" w:rsidR="008C13D7" w:rsidRDefault="008C13D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14:paraId="5E2CC1D8" w14:textId="77777777" w:rsidTr="00614CE9">
        <w:trPr>
          <w:trHeight w:val="1529"/>
        </w:trPr>
        <w:tc>
          <w:tcPr>
            <w:tcW w:w="11016" w:type="dxa"/>
            <w:gridSpan w:val="6"/>
          </w:tcPr>
          <w:p w14:paraId="731BCF4F" w14:textId="77777777" w:rsidR="008C13D7" w:rsidRDefault="008C13D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CECED22" w14:textId="77777777" w:rsidR="008C13D7" w:rsidRDefault="008C13D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1E653" w14:textId="77777777" w:rsidR="008C13D7" w:rsidRDefault="008C13D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DE819" w14:textId="77777777" w:rsidR="00643719" w:rsidRDefault="00643719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E014A" w14:textId="77777777" w:rsidR="00643719" w:rsidRDefault="00643719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1F2D0" w14:textId="77777777" w:rsidR="00643719" w:rsidRDefault="00643719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BCE568" w14:textId="24F0A121" w:rsidR="00FE4609" w:rsidRPr="00614CE9" w:rsidRDefault="00E77687" w:rsidP="00614CE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textWrapping" w:clear="all"/>
      </w:r>
      <w:r w:rsidR="0007242D"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  <w:bookmarkStart w:id="0" w:name="_GoBack"/>
      <w:bookmarkEnd w:id="0"/>
    </w:p>
    <w:sectPr w:rsidR="00FE4609" w:rsidRPr="00614CE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FBA08" w14:textId="77777777" w:rsidR="00491E6B" w:rsidRDefault="00491E6B" w:rsidP="00D7779B">
      <w:pPr>
        <w:spacing w:after="0" w:line="240" w:lineRule="auto"/>
      </w:pPr>
      <w:r>
        <w:separator/>
      </w:r>
    </w:p>
  </w:endnote>
  <w:endnote w:type="continuationSeparator" w:id="0">
    <w:p w14:paraId="1B948A46" w14:textId="77777777" w:rsidR="00491E6B" w:rsidRDefault="00491E6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C3CC7" w14:textId="77777777" w:rsidR="00491E6B" w:rsidRDefault="00491E6B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99250" w14:textId="77777777" w:rsidR="00491E6B" w:rsidRDefault="00491E6B" w:rsidP="00D7779B">
      <w:pPr>
        <w:spacing w:after="0" w:line="240" w:lineRule="auto"/>
      </w:pPr>
      <w:r>
        <w:separator/>
      </w:r>
    </w:p>
  </w:footnote>
  <w:footnote w:type="continuationSeparator" w:id="0">
    <w:p w14:paraId="07410B9A" w14:textId="77777777" w:rsidR="00491E6B" w:rsidRDefault="00491E6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40267"/>
    <w:multiLevelType w:val="hybridMultilevel"/>
    <w:tmpl w:val="C7687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066CC"/>
    <w:multiLevelType w:val="hybridMultilevel"/>
    <w:tmpl w:val="C9126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84E1D"/>
    <w:multiLevelType w:val="hybridMultilevel"/>
    <w:tmpl w:val="03761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51D2F"/>
    <w:multiLevelType w:val="hybridMultilevel"/>
    <w:tmpl w:val="E2F44C1E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E33BB"/>
    <w:multiLevelType w:val="hybridMultilevel"/>
    <w:tmpl w:val="8C645DBC"/>
    <w:lvl w:ilvl="0" w:tplc="FE1ACD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5581D"/>
    <w:multiLevelType w:val="hybridMultilevel"/>
    <w:tmpl w:val="35A0C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D7395"/>
    <w:multiLevelType w:val="hybridMultilevel"/>
    <w:tmpl w:val="92F2C0D4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4FE12D8B"/>
    <w:multiLevelType w:val="hybridMultilevel"/>
    <w:tmpl w:val="D05E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F8047F"/>
    <w:multiLevelType w:val="hybridMultilevel"/>
    <w:tmpl w:val="44C6D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92C2E"/>
    <w:multiLevelType w:val="hybridMultilevel"/>
    <w:tmpl w:val="E4C0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EB166C"/>
    <w:multiLevelType w:val="hybridMultilevel"/>
    <w:tmpl w:val="D1C2B4FA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76B93"/>
    <w:rsid w:val="000A6E4A"/>
    <w:rsid w:val="00111ED8"/>
    <w:rsid w:val="002024CF"/>
    <w:rsid w:val="00224A5F"/>
    <w:rsid w:val="0024124F"/>
    <w:rsid w:val="00241D72"/>
    <w:rsid w:val="0028190D"/>
    <w:rsid w:val="003B0240"/>
    <w:rsid w:val="003D7D31"/>
    <w:rsid w:val="003F39B8"/>
    <w:rsid w:val="00491E6B"/>
    <w:rsid w:val="004B658C"/>
    <w:rsid w:val="004F0693"/>
    <w:rsid w:val="0051657B"/>
    <w:rsid w:val="00570FB8"/>
    <w:rsid w:val="005C2F39"/>
    <w:rsid w:val="005C4CBE"/>
    <w:rsid w:val="00614CE9"/>
    <w:rsid w:val="00643719"/>
    <w:rsid w:val="00665282"/>
    <w:rsid w:val="00676EBD"/>
    <w:rsid w:val="00690F15"/>
    <w:rsid w:val="006A0ACD"/>
    <w:rsid w:val="006F794C"/>
    <w:rsid w:val="00706A66"/>
    <w:rsid w:val="0073721C"/>
    <w:rsid w:val="00820370"/>
    <w:rsid w:val="008C13D7"/>
    <w:rsid w:val="00996A50"/>
    <w:rsid w:val="009A4D54"/>
    <w:rsid w:val="009B085C"/>
    <w:rsid w:val="00A90A8F"/>
    <w:rsid w:val="00B35FF0"/>
    <w:rsid w:val="00B775E5"/>
    <w:rsid w:val="00B832CC"/>
    <w:rsid w:val="00C92D93"/>
    <w:rsid w:val="00C937C1"/>
    <w:rsid w:val="00CD5617"/>
    <w:rsid w:val="00D4172B"/>
    <w:rsid w:val="00D7779B"/>
    <w:rsid w:val="00D801CF"/>
    <w:rsid w:val="00DD6FE2"/>
    <w:rsid w:val="00E77687"/>
    <w:rsid w:val="00EB47FE"/>
    <w:rsid w:val="00F22376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B72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90F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90F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robertmunsch.com/book/we-share-everything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D1432E66.dotm</Template>
  <TotalTime>39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Patricia Kendall Smith</cp:lastModifiedBy>
  <cp:revision>19</cp:revision>
  <cp:lastPrinted>2012-05-01T14:47:00Z</cp:lastPrinted>
  <dcterms:created xsi:type="dcterms:W3CDTF">2012-07-10T15:10:00Z</dcterms:created>
  <dcterms:modified xsi:type="dcterms:W3CDTF">2012-07-12T15:32:00Z</dcterms:modified>
</cp:coreProperties>
</file>